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9B" w:rsidRPr="0018454A" w:rsidRDefault="0018454A">
      <w:pPr>
        <w:rPr>
          <w:b/>
          <w:sz w:val="24"/>
          <w:szCs w:val="24"/>
        </w:rPr>
      </w:pPr>
      <w:r w:rsidRPr="0018454A">
        <w:rPr>
          <w:b/>
          <w:sz w:val="24"/>
          <w:szCs w:val="24"/>
        </w:rPr>
        <w:t>Projekt:</w:t>
      </w:r>
    </w:p>
    <w:p w:rsidR="0018454A" w:rsidRDefault="0018454A"/>
    <w:p w:rsidR="0018454A" w:rsidRDefault="0018454A"/>
    <w:p w:rsidR="0018454A" w:rsidRDefault="0018454A" w:rsidP="0018454A">
      <w:pPr>
        <w:pStyle w:val="berschrift2"/>
      </w:pPr>
      <w:r>
        <w:t>Vollständigkeitserklärung</w:t>
      </w:r>
    </w:p>
    <w:p w:rsidR="0018454A" w:rsidRDefault="0018454A" w:rsidP="0018454A"/>
    <w:p w:rsidR="0018454A" w:rsidRDefault="0018454A" w:rsidP="0018454A">
      <w:r>
        <w:t xml:space="preserve">Hiermit wird erklärt, dass </w:t>
      </w:r>
      <w:r w:rsidR="00335725">
        <w:t>dem</w:t>
      </w:r>
      <w:r>
        <w:t xml:space="preserve"> Konformitätsprüfer alle nötigen </w:t>
      </w:r>
      <w:r w:rsidR="00927EE9">
        <w:t xml:space="preserve">Informationen und </w:t>
      </w:r>
      <w:r>
        <w:t>Unterlagen</w:t>
      </w:r>
      <w:r w:rsidR="00927EE9">
        <w:t xml:space="preserve"> zur Prüfung der Konformität </w:t>
      </w:r>
      <w:r w:rsidR="00335725">
        <w:t>bereitstehen</w:t>
      </w:r>
      <w:r>
        <w:t>.</w:t>
      </w:r>
    </w:p>
    <w:p w:rsidR="0018454A" w:rsidRDefault="0018454A" w:rsidP="0018454A"/>
    <w:p w:rsidR="00FE67C5" w:rsidRDefault="00FE67C5" w:rsidP="0018454A"/>
    <w:p w:rsidR="00FE67C5" w:rsidRDefault="00FE67C5" w:rsidP="0018454A"/>
    <w:p w:rsidR="0018454A" w:rsidRDefault="0018454A" w:rsidP="0018454A">
      <w:r>
        <w:t>Nachhaltigkeitskoordinator:</w:t>
      </w:r>
    </w:p>
    <w:p w:rsidR="0018454A" w:rsidRDefault="0018454A" w:rsidP="0018454A"/>
    <w:p w:rsidR="0018454A" w:rsidRDefault="0018454A" w:rsidP="0018454A"/>
    <w:p w:rsidR="0018454A" w:rsidRDefault="0018454A" w:rsidP="0018454A"/>
    <w:p w:rsidR="0018454A" w:rsidRDefault="0018454A" w:rsidP="0018454A"/>
    <w:p w:rsidR="0018454A" w:rsidRDefault="0018454A" w:rsidP="0018454A"/>
    <w:p w:rsidR="0018454A" w:rsidRDefault="0018454A" w:rsidP="0018454A"/>
    <w:p w:rsidR="0018454A" w:rsidRDefault="0018454A" w:rsidP="0018454A"/>
    <w:p w:rsidR="0018454A" w:rsidRDefault="0018454A" w:rsidP="0018454A"/>
    <w:p w:rsidR="0018454A" w:rsidRPr="00927EE9" w:rsidRDefault="0018454A" w:rsidP="0018454A">
      <w:pPr>
        <w:rPr>
          <w:color w:val="7F7F7F" w:themeColor="text1" w:themeTint="80"/>
        </w:rPr>
      </w:pPr>
      <w:r w:rsidRPr="00927EE9">
        <w:rPr>
          <w:color w:val="7F7F7F" w:themeColor="text1" w:themeTint="80"/>
        </w:rPr>
        <w:t>Datum, Unterschrift, Stempel</w:t>
      </w:r>
    </w:p>
    <w:p w:rsidR="0018454A" w:rsidRDefault="0018454A" w:rsidP="0018454A"/>
    <w:p w:rsidR="0018454A" w:rsidRDefault="0018454A" w:rsidP="0018454A"/>
    <w:p w:rsidR="0018454A" w:rsidRDefault="0018454A" w:rsidP="0018454A"/>
    <w:p w:rsidR="00927EE9" w:rsidRDefault="00927EE9" w:rsidP="0018454A"/>
    <w:p w:rsidR="0018454A" w:rsidRDefault="0018454A" w:rsidP="0018454A"/>
    <w:p w:rsidR="00C63D5B" w:rsidRDefault="00C63D5B" w:rsidP="00C63D5B">
      <w:pPr>
        <w:pStyle w:val="berschrift2"/>
      </w:pPr>
      <w:r>
        <w:t>Abschlusserklärung</w:t>
      </w:r>
    </w:p>
    <w:p w:rsidR="00C63D5B" w:rsidRDefault="00C63D5B" w:rsidP="00C63D5B"/>
    <w:p w:rsidR="00C63D5B" w:rsidRDefault="0018454A" w:rsidP="00C63D5B">
      <w:r>
        <w:t>Die</w:t>
      </w:r>
      <w:r w:rsidR="00C63D5B">
        <w:t xml:space="preserve"> Konformitätsprüfung zum </w:t>
      </w:r>
      <w:r w:rsidR="00C63D5B" w:rsidRPr="0014654D">
        <w:t xml:space="preserve">Bewertungssystem Nachhaltiger Wohnungsbau </w:t>
      </w:r>
    </w:p>
    <w:p w:rsidR="00C63D5B" w:rsidRDefault="00C63D5B" w:rsidP="00C63D5B">
      <w:r>
        <w:t xml:space="preserve">Version ___ </w:t>
      </w:r>
      <w:r w:rsidR="0018454A">
        <w:t>ist erfolgt</w:t>
      </w:r>
      <w:r>
        <w:t xml:space="preserve">. </w:t>
      </w:r>
    </w:p>
    <w:p w:rsidR="00C63D5B" w:rsidRDefault="00C63D5B" w:rsidP="00C63D5B"/>
    <w:p w:rsidR="00C63D5B" w:rsidRDefault="00C63D5B" w:rsidP="00C63D5B">
      <w:r>
        <w:t xml:space="preserve">Die zur Prüfung erforderlichen Informationen und Unterlagen lagen vollständig vor. </w:t>
      </w:r>
    </w:p>
    <w:p w:rsidR="00C63D5B" w:rsidRDefault="00C63D5B" w:rsidP="00C63D5B"/>
    <w:p w:rsidR="00C63D5B" w:rsidRDefault="00C63D5B" w:rsidP="00C63D5B">
      <w:r>
        <w:t xml:space="preserve">Die Vergabe des </w:t>
      </w:r>
      <w:r w:rsidRPr="00146D18">
        <w:t>Qualitätssiegel</w:t>
      </w:r>
      <w:r>
        <w:t xml:space="preserve">s wird empfohlen. </w:t>
      </w:r>
    </w:p>
    <w:p w:rsidR="00C63D5B" w:rsidRDefault="00C63D5B" w:rsidP="00C63D5B"/>
    <w:p w:rsidR="00C63D5B" w:rsidRDefault="00C63D5B" w:rsidP="00C63D5B"/>
    <w:p w:rsidR="00C63D5B" w:rsidRDefault="00C63D5B" w:rsidP="00C63D5B"/>
    <w:p w:rsidR="00C63D5B" w:rsidRDefault="00C63D5B" w:rsidP="00C63D5B">
      <w:r>
        <w:t>Konformitätsprüfer:</w:t>
      </w:r>
    </w:p>
    <w:p w:rsidR="00C63D5B" w:rsidRDefault="00C63D5B" w:rsidP="00C63D5B"/>
    <w:p w:rsidR="00C63D5B" w:rsidRDefault="00C63D5B" w:rsidP="00C63D5B"/>
    <w:p w:rsidR="00C63D5B" w:rsidRDefault="00C63D5B" w:rsidP="00C63D5B"/>
    <w:p w:rsidR="00C63D5B" w:rsidRDefault="00C63D5B" w:rsidP="00C63D5B"/>
    <w:p w:rsidR="00C63D5B" w:rsidRDefault="00C63D5B" w:rsidP="00C63D5B"/>
    <w:p w:rsidR="00C63D5B" w:rsidRDefault="00C63D5B" w:rsidP="00C63D5B"/>
    <w:p w:rsidR="00C63D5B" w:rsidRDefault="00C63D5B" w:rsidP="00C63D5B"/>
    <w:p w:rsidR="00C63D5B" w:rsidRDefault="00C63D5B" w:rsidP="00C63D5B"/>
    <w:p w:rsidR="00C63D5B" w:rsidRPr="00927EE9" w:rsidRDefault="00C63D5B" w:rsidP="00C63D5B">
      <w:pPr>
        <w:rPr>
          <w:color w:val="7F7F7F" w:themeColor="text1" w:themeTint="80"/>
        </w:rPr>
      </w:pPr>
      <w:r w:rsidRPr="00927EE9">
        <w:rPr>
          <w:color w:val="7F7F7F" w:themeColor="text1" w:themeTint="80"/>
        </w:rPr>
        <w:t>Datum, Unterschrift, Stempel</w:t>
      </w:r>
    </w:p>
    <w:p w:rsidR="00956CFC" w:rsidRDefault="00956CFC">
      <w:pPr>
        <w:rPr>
          <w:rFonts w:cs="Arial"/>
        </w:rPr>
      </w:pPr>
    </w:p>
    <w:p w:rsidR="00927EE9" w:rsidRPr="00C862A3" w:rsidRDefault="00927EE9">
      <w:pPr>
        <w:rPr>
          <w:rFonts w:cs="Arial"/>
        </w:rPr>
      </w:pPr>
    </w:p>
    <w:sectPr w:rsidR="00927EE9" w:rsidRPr="00C862A3" w:rsidSect="00610AAC">
      <w:headerReference w:type="default" r:id="rId8"/>
      <w:headerReference w:type="first" r:id="rId9"/>
      <w:footerReference w:type="first" r:id="rId10"/>
      <w:type w:val="continuous"/>
      <w:pgSz w:w="11907" w:h="16840" w:code="9"/>
      <w:pgMar w:top="2778" w:right="1304" w:bottom="1191" w:left="1418" w:header="0" w:footer="1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D5B" w:rsidRDefault="00C63D5B">
      <w:r>
        <w:separator/>
      </w:r>
    </w:p>
  </w:endnote>
  <w:endnote w:type="continuationSeparator" w:id="0">
    <w:p w:rsidR="00C63D5B" w:rsidRDefault="00C63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panose1 w:val="020B0500000000000000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3" w:type="dxa"/>
      <w:tblLayout w:type="fixed"/>
      <w:tblCellMar>
        <w:left w:w="0" w:type="dxa"/>
        <w:right w:w="0" w:type="dxa"/>
      </w:tblCellMar>
      <w:tblLook w:val="0000"/>
    </w:tblPr>
    <w:tblGrid>
      <w:gridCol w:w="3061"/>
      <w:gridCol w:w="3035"/>
      <w:gridCol w:w="3087"/>
    </w:tblGrid>
    <w:tr w:rsidR="00C862A3" w:rsidRPr="004D551C" w:rsidTr="007A23FF">
      <w:trPr>
        <w:cantSplit/>
      </w:trPr>
      <w:tc>
        <w:tcPr>
          <w:tcW w:w="3061" w:type="dxa"/>
        </w:tcPr>
        <w:p w:rsidR="00C862A3" w:rsidRPr="004D551C" w:rsidRDefault="00C862A3" w:rsidP="002A05E5">
          <w:pPr>
            <w:pStyle w:val="Fuzeile"/>
          </w:pPr>
        </w:p>
      </w:tc>
      <w:tc>
        <w:tcPr>
          <w:tcW w:w="3035" w:type="dxa"/>
        </w:tcPr>
        <w:p w:rsidR="00C862A3" w:rsidRPr="004D551C" w:rsidRDefault="00C862A3" w:rsidP="00B81092">
          <w:pPr>
            <w:pStyle w:val="Fuzeile"/>
          </w:pPr>
        </w:p>
      </w:tc>
      <w:tc>
        <w:tcPr>
          <w:tcW w:w="3087" w:type="dxa"/>
        </w:tcPr>
        <w:p w:rsidR="00C862A3" w:rsidRPr="004D551C" w:rsidRDefault="00C862A3" w:rsidP="002A05E5">
          <w:pPr>
            <w:pStyle w:val="Fuzeile"/>
          </w:pPr>
        </w:p>
      </w:tc>
    </w:tr>
  </w:tbl>
  <w:p w:rsidR="00C862A3" w:rsidRPr="004D551C" w:rsidRDefault="00C862A3" w:rsidP="00486F3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D5B" w:rsidRDefault="00C63D5B">
      <w:r>
        <w:separator/>
      </w:r>
    </w:p>
  </w:footnote>
  <w:footnote w:type="continuationSeparator" w:id="0">
    <w:p w:rsidR="00C63D5B" w:rsidRDefault="00C63D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2A3" w:rsidRDefault="00C862A3" w:rsidP="0018454A">
    <w:pPr>
      <w:pStyle w:val="Kopfzeile"/>
    </w:pPr>
    <w:r>
      <w:rPr>
        <w:rFonts w:ascii="Frutiger 45 Light" w:hAnsi="Frutiger 45 Light"/>
        <w:noProof/>
      </w:rPr>
      <w:drawing>
        <wp:anchor distT="0" distB="0" distL="114300" distR="114300" simplePos="0" relativeHeight="251663872" behindDoc="1" locked="0" layoutInCell="1" allowOverlap="1">
          <wp:simplePos x="0" y="0"/>
          <wp:positionH relativeFrom="column">
            <wp:posOffset>4928870</wp:posOffset>
          </wp:positionH>
          <wp:positionV relativeFrom="page">
            <wp:posOffset>161925</wp:posOffset>
          </wp:positionV>
          <wp:extent cx="1704975" cy="1390650"/>
          <wp:effectExtent l="0" t="0" r="0" b="0"/>
          <wp:wrapNone/>
          <wp:docPr id="1" name="Bild 14" descr="NaWoh_Logo_Briefbo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NaWoh_Logo_Briefbo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2A3" w:rsidRPr="004D551C" w:rsidRDefault="00690A81">
    <w:pPr>
      <w:pStyle w:val="Kopfzeile"/>
      <w:tabs>
        <w:tab w:val="clear" w:pos="9072"/>
        <w:tab w:val="right" w:pos="8847"/>
      </w:tabs>
      <w:ind w:right="81"/>
    </w:pPr>
    <w:r>
      <w:rPr>
        <w:noProof/>
      </w:rPr>
      <w:pict>
        <v:group id="_x0000_s2064" style="position:absolute;margin-left:-.45pt;margin-top:127.5pt;width:243.45pt;height:19.8pt;z-index:-251650560" coordorigin="1361,3028" coordsize="4869,396">
          <v:shapetype id="_x0000_t202" coordsize="21600,21600" o:spt="202" path="m,l,21600r21600,l21600,xe">
            <v:stroke joinstyle="miter"/>
            <v:path gradientshapeok="t" o:connecttype="rect"/>
          </v:shapetype>
          <v:shape id="_x0000_s2065" type="#_x0000_t202" style="position:absolute;left:1361;top:3028;width:4300;height:396;mso-position-vertical-relative:page" filled="f" stroked="f">
            <v:fill o:detectmouseclick="t"/>
            <v:textbox style="mso-next-textbox:#_x0000_s2065" inset="0,0,0,0">
              <w:txbxContent>
                <w:p w:rsidR="00C862A3" w:rsidRPr="00C63D5B" w:rsidRDefault="00F43380" w:rsidP="00C63D5B">
                  <w:pPr>
                    <w:rPr>
                      <w:szCs w:val="14"/>
                    </w:rPr>
                  </w:pPr>
                  <w:r>
                    <w:rPr>
                      <w:szCs w:val="14"/>
                    </w:rPr>
                    <w:t>.</w:t>
                  </w:r>
                </w:p>
              </w:txbxContent>
            </v:textbox>
          </v:shape>
          <v:line id="Gerade Verbindung 2" o:spid="_x0000_s2066" style="position:absolute;visibility:visible;mso-position-vertical-relative:page" from="1361,3260" to="6230,3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" strokeweight=".5pt">
            <v:shadow opacity="24903f" origin=",.5" offset="0,.55556mm"/>
          </v:line>
        </v:group>
      </w:pict>
    </w:r>
    <w:r w:rsidR="0018454A">
      <w:tab/>
    </w:r>
    <w:r w:rsidR="0018454A">
      <w:tab/>
    </w:r>
    <w:proofErr w:type="spellStart"/>
    <w:r w:rsidR="0018454A">
      <w:t>NaWoh</w:t>
    </w:r>
    <w:proofErr w:type="spellEnd"/>
    <w:r w:rsidR="0018454A">
      <w:t xml:space="preserve"> LOGO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6A85"/>
    <w:multiLevelType w:val="hybridMultilevel"/>
    <w:tmpl w:val="9E546BCA"/>
    <w:lvl w:ilvl="0" w:tplc="69EE2CB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055BD9"/>
    <w:multiLevelType w:val="singleLevel"/>
    <w:tmpl w:val="62C450CA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sz w:val="16"/>
      </w:rPr>
    </w:lvl>
  </w:abstractNum>
  <w:abstractNum w:abstractNumId="2">
    <w:nsid w:val="36EA6462"/>
    <w:multiLevelType w:val="singleLevel"/>
    <w:tmpl w:val="BD5288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Frutiger 45 Light" w:hAnsi="Frutiger 45 Light"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intFractionalCharacterWidth/>
  <w:embedSystemFonts/>
  <w:hideGrammaticalErrors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stylePaneFormatFilter w:val="3F01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APLUSLinkSource" w:val="Y:\COBRA\PLUS32\System\Ap_symb.doc"/>
    <w:docVar w:name="cbDoc" w:val=" 1"/>
    <w:docVar w:name="cbGoto" w:val=" 2"/>
    <w:docVar w:name="cbIns" w:val=" 2"/>
    <w:docVar w:name="dlbSymBar" w:val="Adress PLUS"/>
    <w:docVar w:name="tbSymPos" w:val=" 2"/>
  </w:docVars>
  <w:rsids>
    <w:rsidRoot w:val="00DF5510"/>
    <w:rsid w:val="000B5E3B"/>
    <w:rsid w:val="000B7BB7"/>
    <w:rsid w:val="0018454A"/>
    <w:rsid w:val="001B32E2"/>
    <w:rsid w:val="001C28A3"/>
    <w:rsid w:val="00223CC2"/>
    <w:rsid w:val="002952E8"/>
    <w:rsid w:val="002964D6"/>
    <w:rsid w:val="002A05E5"/>
    <w:rsid w:val="002B65E8"/>
    <w:rsid w:val="002D2F93"/>
    <w:rsid w:val="00335725"/>
    <w:rsid w:val="003440E1"/>
    <w:rsid w:val="00362BAD"/>
    <w:rsid w:val="003B0C9C"/>
    <w:rsid w:val="003B73A0"/>
    <w:rsid w:val="00400541"/>
    <w:rsid w:val="0040088C"/>
    <w:rsid w:val="00405411"/>
    <w:rsid w:val="00460973"/>
    <w:rsid w:val="00476089"/>
    <w:rsid w:val="00486F38"/>
    <w:rsid w:val="0049324F"/>
    <w:rsid w:val="004D551C"/>
    <w:rsid w:val="00523365"/>
    <w:rsid w:val="00567FE5"/>
    <w:rsid w:val="005B6A61"/>
    <w:rsid w:val="005D45BA"/>
    <w:rsid w:val="005E07FD"/>
    <w:rsid w:val="00610AAC"/>
    <w:rsid w:val="00655ABF"/>
    <w:rsid w:val="00664A44"/>
    <w:rsid w:val="00690A81"/>
    <w:rsid w:val="007363DD"/>
    <w:rsid w:val="0076390F"/>
    <w:rsid w:val="007965BC"/>
    <w:rsid w:val="007A23FF"/>
    <w:rsid w:val="007B6619"/>
    <w:rsid w:val="007D6D2B"/>
    <w:rsid w:val="008C5C5C"/>
    <w:rsid w:val="008D3EB3"/>
    <w:rsid w:val="00907E61"/>
    <w:rsid w:val="00927EE9"/>
    <w:rsid w:val="009378FF"/>
    <w:rsid w:val="00956CFC"/>
    <w:rsid w:val="0096479D"/>
    <w:rsid w:val="009A4D04"/>
    <w:rsid w:val="009D0B0E"/>
    <w:rsid w:val="00A174D4"/>
    <w:rsid w:val="00A269E4"/>
    <w:rsid w:val="00A66590"/>
    <w:rsid w:val="00AA07D2"/>
    <w:rsid w:val="00AD35B3"/>
    <w:rsid w:val="00AF0578"/>
    <w:rsid w:val="00B350F9"/>
    <w:rsid w:val="00B40A2F"/>
    <w:rsid w:val="00B81092"/>
    <w:rsid w:val="00C2489B"/>
    <w:rsid w:val="00C42D1B"/>
    <w:rsid w:val="00C63D5B"/>
    <w:rsid w:val="00C862A3"/>
    <w:rsid w:val="00C92D83"/>
    <w:rsid w:val="00D76104"/>
    <w:rsid w:val="00D8606A"/>
    <w:rsid w:val="00DF5510"/>
    <w:rsid w:val="00E37B36"/>
    <w:rsid w:val="00E43226"/>
    <w:rsid w:val="00E6723B"/>
    <w:rsid w:val="00EC0DB6"/>
    <w:rsid w:val="00F43380"/>
    <w:rsid w:val="00FD0FE6"/>
    <w:rsid w:val="00FE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6089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7A23FF"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7A23FF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7A23FF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610AAC"/>
  </w:style>
  <w:style w:type="paragraph" w:styleId="Textkrper2">
    <w:name w:val="Body Text 2"/>
    <w:basedOn w:val="Standard"/>
    <w:rsid w:val="00610AAC"/>
    <w:pPr>
      <w:tabs>
        <w:tab w:val="left" w:pos="5103"/>
      </w:tabs>
      <w:ind w:right="6"/>
    </w:pPr>
  </w:style>
  <w:style w:type="paragraph" w:styleId="Kopfzeile">
    <w:name w:val="header"/>
    <w:basedOn w:val="Standard"/>
    <w:link w:val="KopfzeileZchn"/>
    <w:uiPriority w:val="99"/>
    <w:rsid w:val="007A23FF"/>
    <w:pPr>
      <w:tabs>
        <w:tab w:val="center" w:pos="4536"/>
        <w:tab w:val="right" w:pos="9072"/>
      </w:tabs>
      <w:spacing w:before="120"/>
    </w:pPr>
  </w:style>
  <w:style w:type="paragraph" w:styleId="Fuzeile">
    <w:name w:val="footer"/>
    <w:basedOn w:val="Standard"/>
    <w:rsid w:val="002A05E5"/>
    <w:pPr>
      <w:tabs>
        <w:tab w:val="center" w:pos="4536"/>
        <w:tab w:val="right" w:pos="9072"/>
      </w:tabs>
    </w:pPr>
    <w:rPr>
      <w:sz w:val="15"/>
    </w:rPr>
  </w:style>
  <w:style w:type="character" w:styleId="Seitenzahl">
    <w:name w:val="page number"/>
    <w:basedOn w:val="Absatz-Standardschriftart"/>
    <w:rsid w:val="00476089"/>
    <w:rPr>
      <w:rFonts w:ascii="Arial" w:hAnsi="Arial"/>
      <w:noProof w:val="0"/>
      <w:sz w:val="22"/>
      <w:lang w:val="de-DE"/>
    </w:rPr>
  </w:style>
  <w:style w:type="paragraph" w:styleId="Textkrper3">
    <w:name w:val="Body Text 3"/>
    <w:basedOn w:val="Standard"/>
    <w:rsid w:val="00655ABF"/>
    <w:pPr>
      <w:tabs>
        <w:tab w:val="left" w:pos="923"/>
      </w:tabs>
    </w:pPr>
    <w:rPr>
      <w:sz w:val="18"/>
      <w:lang w:val="en-GB"/>
    </w:rPr>
  </w:style>
  <w:style w:type="paragraph" w:customStyle="1" w:styleId="Betreff">
    <w:name w:val="Betreff"/>
    <w:basedOn w:val="Standard"/>
    <w:next w:val="Standard"/>
    <w:rsid w:val="00610AAC"/>
    <w:pPr>
      <w:spacing w:before="120"/>
    </w:pPr>
    <w:rPr>
      <w:b/>
    </w:rPr>
  </w:style>
  <w:style w:type="paragraph" w:styleId="Sprechblasentext">
    <w:name w:val="Balloon Text"/>
    <w:basedOn w:val="Standard"/>
    <w:semiHidden/>
    <w:rsid w:val="00655ABF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A23FF"/>
    <w:rPr>
      <w:rFonts w:ascii="Arial" w:hAnsi="Arial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3D5B"/>
    <w:rPr>
      <w:rFonts w:ascii="Arial" w:hAnsi="Arial" w:cs="Arial"/>
      <w:b/>
      <w:bCs/>
      <w:iCs/>
      <w:sz w:val="2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n\NaWoh\NaWoh%20Brief%20Standard%20digital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E990F-A38F-44B7-B10B-332DCECC6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NaWoh Brief Standard digital.dotx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 (einseitig) digital</vt:lpstr>
    </vt:vector>
  </TitlesOfParts>
  <Company>GDW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 (einseitig) digital</dc:title>
  <dc:creator>Viehrig</dc:creator>
  <cp:lastModifiedBy>Willen</cp:lastModifiedBy>
  <cp:revision>5</cp:revision>
  <cp:lastPrinted>2014-07-31T11:35:00Z</cp:lastPrinted>
  <dcterms:created xsi:type="dcterms:W3CDTF">2015-07-17T13:17:00Z</dcterms:created>
  <dcterms:modified xsi:type="dcterms:W3CDTF">2015-07-22T09:20:00Z</dcterms:modified>
</cp:coreProperties>
</file>